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F214A-3792-4EC0-B391-D307A766734C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